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72247E" w:rsidRPr="00F61A2E" w14:paraId="56875438" w14:textId="77777777" w:rsidTr="0072247E">
        <w:trPr>
          <w:cantSplit/>
        </w:trPr>
        <w:tc>
          <w:tcPr>
            <w:tcW w:w="9142" w:type="dxa"/>
            <w:gridSpan w:val="2"/>
          </w:tcPr>
          <w:p w14:paraId="18F05205" w14:textId="77777777" w:rsidR="0072247E" w:rsidRPr="001036F4" w:rsidRDefault="0072247E" w:rsidP="001036F4">
            <w:pPr>
              <w:pStyle w:val="Nadpis8"/>
              <w:numPr>
                <w:ilvl w:val="0"/>
                <w:numId w:val="0"/>
              </w:numPr>
              <w:spacing w:before="60" w:after="60" w:line="280" w:lineRule="atLeast"/>
              <w:jc w:val="center"/>
              <w:rPr>
                <w:rFonts w:ascii="Calibri" w:hAnsi="Calibri" w:cs="Calibri"/>
                <w:b/>
                <w:i/>
                <w:color w:val="auto"/>
                <w:szCs w:val="28"/>
              </w:rPr>
            </w:pPr>
            <w:r w:rsidRPr="00F61A2E">
              <w:rPr>
                <w:rFonts w:ascii="Calibri" w:hAnsi="Calibri" w:cs="Calibri"/>
                <w:b/>
                <w:i/>
                <w:color w:val="auto"/>
                <w:szCs w:val="28"/>
              </w:rPr>
              <w:t>KRYCÍ LIST NABÍDKY</w:t>
            </w:r>
            <w:r w:rsidR="001826F1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  <w:r w:rsidR="007B2ED9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</w:p>
        </w:tc>
      </w:tr>
      <w:tr w:rsidR="0072247E" w:rsidRPr="00F61A2E" w14:paraId="20639E4E" w14:textId="77777777" w:rsidTr="0072247E">
        <w:trPr>
          <w:cantSplit/>
        </w:trPr>
        <w:tc>
          <w:tcPr>
            <w:tcW w:w="9142" w:type="dxa"/>
            <w:gridSpan w:val="2"/>
            <w:shd w:val="clear" w:color="auto" w:fill="A6A6A6"/>
          </w:tcPr>
          <w:p w14:paraId="20B6D059" w14:textId="77777777" w:rsidR="0072247E" w:rsidRPr="00F61A2E" w:rsidRDefault="0072247E" w:rsidP="00CA10FB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1. Veřejná zakázka</w:t>
            </w:r>
          </w:p>
        </w:tc>
      </w:tr>
      <w:tr w:rsidR="0072247E" w:rsidRPr="00F61A2E" w14:paraId="7187F4D7" w14:textId="77777777" w:rsidTr="0072247E">
        <w:trPr>
          <w:cantSplit/>
        </w:trPr>
        <w:tc>
          <w:tcPr>
            <w:tcW w:w="9142" w:type="dxa"/>
            <w:gridSpan w:val="2"/>
          </w:tcPr>
          <w:p w14:paraId="28BCE41D" w14:textId="77777777" w:rsidR="0072247E" w:rsidRPr="00E37C2C" w:rsidRDefault="0072247E" w:rsidP="00CA10FB">
            <w:pPr>
              <w:pStyle w:val="Zkladntext3"/>
              <w:spacing w:before="240" w:after="240" w:line="280" w:lineRule="atLeast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6932A7">
              <w:rPr>
                <w:rFonts w:ascii="Calibri" w:hAnsi="Calibri" w:cs="Calibri"/>
                <w:szCs w:val="28"/>
              </w:rPr>
              <w:t>„</w:t>
            </w:r>
            <w:r w:rsidR="00654E82" w:rsidRPr="00654E82">
              <w:rPr>
                <w:rFonts w:ascii="Calibri" w:eastAsia="Calibri-Bold" w:hAnsi="Calibri" w:cs="Calibri-Bold"/>
                <w:bCs/>
                <w:szCs w:val="26"/>
              </w:rPr>
              <w:t>Stavební úpravy a nástavba SVČ Blansko</w:t>
            </w:r>
            <w:r w:rsidRPr="006932A7">
              <w:rPr>
                <w:rFonts w:ascii="Calibri" w:hAnsi="Calibri" w:cs="Calibri"/>
                <w:szCs w:val="28"/>
              </w:rPr>
              <w:t>“</w:t>
            </w:r>
            <w:r w:rsidRPr="00CF3A79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D5F00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94606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6A6ECA">
              <w:rPr>
                <w:rFonts w:ascii="Calibri" w:hAnsi="Calibri" w:cs="Calibri"/>
                <w:i/>
                <w:szCs w:val="28"/>
              </w:rPr>
              <w:t xml:space="preserve"> </w:t>
            </w:r>
          </w:p>
        </w:tc>
      </w:tr>
      <w:tr w:rsidR="0072247E" w:rsidRPr="00F61A2E" w14:paraId="3B99A3D6" w14:textId="77777777" w:rsidTr="0072247E">
        <w:trPr>
          <w:cantSplit/>
        </w:trPr>
        <w:tc>
          <w:tcPr>
            <w:tcW w:w="9142" w:type="dxa"/>
            <w:gridSpan w:val="2"/>
            <w:shd w:val="clear" w:color="auto" w:fill="A6A6A6"/>
          </w:tcPr>
          <w:p w14:paraId="07C8C0D0" w14:textId="77777777" w:rsidR="0072247E" w:rsidRPr="00F61A2E" w:rsidRDefault="0072247E" w:rsidP="00CA10FB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2. Základní identifikační údaje</w:t>
            </w:r>
            <w:r w:rsidR="006066DF">
              <w:rPr>
                <w:rFonts w:ascii="Calibri" w:hAnsi="Calibri" w:cs="Calibri"/>
                <w:b/>
                <w:sz w:val="24"/>
                <w:szCs w:val="24"/>
              </w:rPr>
              <w:t xml:space="preserve"> účastníka</w:t>
            </w:r>
          </w:p>
        </w:tc>
      </w:tr>
      <w:tr w:rsidR="0072247E" w:rsidRPr="00F61A2E" w14:paraId="64BF33C5" w14:textId="77777777" w:rsidTr="00481329">
        <w:trPr>
          <w:cantSplit/>
        </w:trPr>
        <w:tc>
          <w:tcPr>
            <w:tcW w:w="5315" w:type="dxa"/>
          </w:tcPr>
          <w:p w14:paraId="102F0C08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Obchodní firma:</w:t>
            </w:r>
          </w:p>
        </w:tc>
        <w:tc>
          <w:tcPr>
            <w:tcW w:w="3827" w:type="dxa"/>
          </w:tcPr>
          <w:p w14:paraId="77ED46BA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2C6DBA1C" w14:textId="77777777" w:rsidTr="00481329">
        <w:trPr>
          <w:cantSplit/>
        </w:trPr>
        <w:tc>
          <w:tcPr>
            <w:tcW w:w="5315" w:type="dxa"/>
          </w:tcPr>
          <w:p w14:paraId="1632037B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Sídlo:</w:t>
            </w:r>
          </w:p>
        </w:tc>
        <w:tc>
          <w:tcPr>
            <w:tcW w:w="3827" w:type="dxa"/>
          </w:tcPr>
          <w:p w14:paraId="17BC4347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CA10FB" w:rsidRPr="00F61A2E" w14:paraId="688CB725" w14:textId="77777777" w:rsidTr="00481329">
        <w:trPr>
          <w:cantSplit/>
        </w:trPr>
        <w:tc>
          <w:tcPr>
            <w:tcW w:w="5315" w:type="dxa"/>
          </w:tcPr>
          <w:p w14:paraId="46AF93EB" w14:textId="38FFF313" w:rsidR="00CA10FB" w:rsidRPr="00F61A2E" w:rsidRDefault="00CA10FB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Právní forma:</w:t>
            </w:r>
          </w:p>
        </w:tc>
        <w:tc>
          <w:tcPr>
            <w:tcW w:w="3827" w:type="dxa"/>
          </w:tcPr>
          <w:p w14:paraId="58CA6B8C" w14:textId="46895802" w:rsidR="00CA10FB" w:rsidRPr="00654E82" w:rsidRDefault="00CA10FB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4C700AFC" w14:textId="77777777" w:rsidTr="00481329">
        <w:trPr>
          <w:cantSplit/>
        </w:trPr>
        <w:tc>
          <w:tcPr>
            <w:tcW w:w="5315" w:type="dxa"/>
          </w:tcPr>
          <w:p w14:paraId="08898A4F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IČ</w:t>
            </w:r>
            <w:r w:rsidR="00CC6C13">
              <w:rPr>
                <w:rFonts w:ascii="Calibri" w:hAnsi="Calibri" w:cs="Calibri"/>
                <w:sz w:val="24"/>
                <w:szCs w:val="24"/>
              </w:rPr>
              <w:t>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F8BACC7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1CC8B564" w14:textId="77777777" w:rsidTr="00481329">
        <w:trPr>
          <w:cantSplit/>
        </w:trPr>
        <w:tc>
          <w:tcPr>
            <w:tcW w:w="5315" w:type="dxa"/>
          </w:tcPr>
          <w:p w14:paraId="01624456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DIČ:</w:t>
            </w:r>
          </w:p>
        </w:tc>
        <w:tc>
          <w:tcPr>
            <w:tcW w:w="3827" w:type="dxa"/>
          </w:tcPr>
          <w:p w14:paraId="31E4421A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91774F" w:rsidRPr="00F61A2E" w14:paraId="4DBD15BC" w14:textId="77777777" w:rsidTr="00481329">
        <w:trPr>
          <w:cantSplit/>
        </w:trPr>
        <w:tc>
          <w:tcPr>
            <w:tcW w:w="5315" w:type="dxa"/>
          </w:tcPr>
          <w:p w14:paraId="5AE3896B" w14:textId="77777777" w:rsidR="0091774F" w:rsidRPr="00F61A2E" w:rsidRDefault="001036F4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ID datové schránky:</w:t>
            </w:r>
          </w:p>
        </w:tc>
        <w:tc>
          <w:tcPr>
            <w:tcW w:w="3827" w:type="dxa"/>
          </w:tcPr>
          <w:p w14:paraId="661BA606" w14:textId="77777777" w:rsidR="0091774F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2BA5AE96" w14:textId="77777777" w:rsidTr="00481329">
        <w:trPr>
          <w:cantSplit/>
        </w:trPr>
        <w:tc>
          <w:tcPr>
            <w:tcW w:w="5315" w:type="dxa"/>
          </w:tcPr>
          <w:p w14:paraId="07F35EF6" w14:textId="77777777" w:rsidR="0072247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Osoba oprávněná jednat jménem či za účastníka zadávacího řízení:</w:t>
            </w:r>
          </w:p>
          <w:p w14:paraId="69F7BA2A" w14:textId="409F3CCD" w:rsidR="00CA10FB" w:rsidRPr="00F61A2E" w:rsidRDefault="00CA10FB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CA10FB">
              <w:rPr>
                <w:rFonts w:ascii="Calibri" w:hAnsi="Calibri" w:cs="Calibri"/>
                <w:sz w:val="24"/>
                <w:szCs w:val="24"/>
              </w:rPr>
              <w:t>(např. statutární orgán)</w:t>
            </w:r>
          </w:p>
        </w:tc>
        <w:tc>
          <w:tcPr>
            <w:tcW w:w="3827" w:type="dxa"/>
          </w:tcPr>
          <w:p w14:paraId="5FADDA89" w14:textId="163A3DA0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  <w:r w:rsidR="00CA10FB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  <w:r w:rsidR="00CA10FB" w:rsidRPr="00CA10FB">
              <w:rPr>
                <w:rFonts w:ascii="Calibri" w:hAnsi="Calibri" w:cs="Calibri"/>
                <w:sz w:val="24"/>
                <w:szCs w:val="24"/>
              </w:rPr>
              <w:t>(titul, jméno, příjmení, funkce)</w:t>
            </w:r>
          </w:p>
        </w:tc>
      </w:tr>
      <w:tr w:rsidR="0072247E" w:rsidRPr="00F61A2E" w14:paraId="289FC6A5" w14:textId="77777777" w:rsidTr="00481329">
        <w:trPr>
          <w:cantSplit/>
        </w:trPr>
        <w:tc>
          <w:tcPr>
            <w:tcW w:w="5315" w:type="dxa"/>
          </w:tcPr>
          <w:p w14:paraId="0E276ACA" w14:textId="77E34EE1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Kontaktní osoba</w:t>
            </w:r>
            <w:r w:rsidR="00CA10FB">
              <w:rPr>
                <w:rFonts w:ascii="Calibri" w:hAnsi="Calibri" w:cs="Calibri"/>
                <w:sz w:val="24"/>
                <w:szCs w:val="24"/>
              </w:rPr>
              <w:t xml:space="preserve"> pro podání nabídky a komunikaci v rámci zadávacího řízení:</w:t>
            </w:r>
          </w:p>
        </w:tc>
        <w:tc>
          <w:tcPr>
            <w:tcW w:w="3827" w:type="dxa"/>
          </w:tcPr>
          <w:p w14:paraId="19388700" w14:textId="4F21F7D5" w:rsidR="0072247E" w:rsidRPr="00654E82" w:rsidRDefault="00CA10FB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  <w:r w:rsidRPr="00CA10FB">
              <w:rPr>
                <w:rFonts w:ascii="Calibri" w:hAnsi="Calibri" w:cs="Calibri"/>
                <w:sz w:val="24"/>
                <w:szCs w:val="24"/>
              </w:rPr>
              <w:t>(titul, jméno, příjmení, funkce)</w:t>
            </w:r>
          </w:p>
        </w:tc>
      </w:tr>
      <w:tr w:rsidR="0072247E" w:rsidRPr="00F61A2E" w14:paraId="0C276A17" w14:textId="77777777" w:rsidTr="00481329">
        <w:trPr>
          <w:cantSplit/>
        </w:trPr>
        <w:tc>
          <w:tcPr>
            <w:tcW w:w="5315" w:type="dxa"/>
          </w:tcPr>
          <w:p w14:paraId="149471E6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Tel.:</w:t>
            </w:r>
          </w:p>
        </w:tc>
        <w:tc>
          <w:tcPr>
            <w:tcW w:w="3827" w:type="dxa"/>
          </w:tcPr>
          <w:p w14:paraId="1DE242BF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03679300" w14:textId="77777777" w:rsidTr="00481329">
        <w:trPr>
          <w:cantSplit/>
        </w:trPr>
        <w:tc>
          <w:tcPr>
            <w:tcW w:w="5315" w:type="dxa"/>
          </w:tcPr>
          <w:p w14:paraId="5F1D9985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E-mail:</w:t>
            </w:r>
          </w:p>
        </w:tc>
        <w:tc>
          <w:tcPr>
            <w:tcW w:w="3827" w:type="dxa"/>
          </w:tcPr>
          <w:p w14:paraId="0D9760C1" w14:textId="77777777" w:rsidR="0072247E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326092" w:rsidRPr="00F61A2E" w14:paraId="568AD611" w14:textId="77777777" w:rsidTr="00481329">
        <w:trPr>
          <w:cantSplit/>
        </w:trPr>
        <w:tc>
          <w:tcPr>
            <w:tcW w:w="5315" w:type="dxa"/>
          </w:tcPr>
          <w:p w14:paraId="377F1408" w14:textId="77777777" w:rsidR="00326092" w:rsidRDefault="0032609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Doručovací adresa – vyplnit v případě, že se liší od sídla</w:t>
            </w:r>
          </w:p>
        </w:tc>
        <w:tc>
          <w:tcPr>
            <w:tcW w:w="3827" w:type="dxa"/>
          </w:tcPr>
          <w:p w14:paraId="2130571E" w14:textId="77777777" w:rsidR="00326092" w:rsidRPr="00654E82" w:rsidRDefault="00654E8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</w:tbl>
    <w:p w14:paraId="536404CF" w14:textId="511FBCC9" w:rsidR="007979F2" w:rsidRPr="0072247E" w:rsidRDefault="007979F2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sectPr w:rsidR="007979F2" w:rsidRPr="0072247E" w:rsidSect="00132A4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134" w:left="1843" w:header="567" w:footer="624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5209" w14:textId="77777777" w:rsidR="00532181" w:rsidRDefault="00532181">
      <w:r>
        <w:separator/>
      </w:r>
    </w:p>
  </w:endnote>
  <w:endnote w:type="continuationSeparator" w:id="0">
    <w:p w14:paraId="000ECAA6" w14:textId="77777777" w:rsidR="00532181" w:rsidRDefault="0053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2550C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7597E8" w14:textId="77777777" w:rsidR="00BF2E4F" w:rsidRDefault="00BF2E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585A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</w:p>
  <w:p w14:paraId="112B4878" w14:textId="77777777" w:rsidR="00BF2E4F" w:rsidRPr="00645DD4" w:rsidRDefault="00BF2E4F" w:rsidP="00CC5F01">
    <w:pPr>
      <w:pStyle w:val="Zpa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70AF5" w14:textId="77777777" w:rsidR="00BF2E4F" w:rsidRPr="00DD427F" w:rsidRDefault="00BF2E4F" w:rsidP="00DD427F">
    <w:pPr>
      <w:pStyle w:val="Zpat"/>
      <w:jc w:val="center"/>
    </w:pPr>
    <w:r w:rsidRPr="009B5E88">
      <w:rPr>
        <w:rFonts w:ascii="Book Antiqua" w:hAnsi="Book Antiqua"/>
        <w:i/>
        <w:szCs w:val="28"/>
      </w:rPr>
      <w:t>Rastrovací elektronový mikroskop s FEG katodou s možností dodatečné montáže sloupce s iontovým svazkem (FIB)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469F" w14:textId="77777777" w:rsidR="00532181" w:rsidRDefault="00532181">
      <w:r>
        <w:separator/>
      </w:r>
    </w:p>
  </w:footnote>
  <w:footnote w:type="continuationSeparator" w:id="0">
    <w:p w14:paraId="504707D1" w14:textId="77777777" w:rsidR="00532181" w:rsidRDefault="00532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39017" w14:textId="4AB5A9E4" w:rsidR="008F4C96" w:rsidRPr="00DC238D" w:rsidRDefault="008F4C96" w:rsidP="008F4C96">
    <w:pPr>
      <w:spacing w:after="240" w:line="259" w:lineRule="auto"/>
      <w:ind w:left="126" w:right="403"/>
      <w:jc w:val="center"/>
      <w:rPr>
        <w:b/>
      </w:rPr>
    </w:pPr>
  </w:p>
  <w:p w14:paraId="40ECE3DA" w14:textId="77777777" w:rsidR="00BF2E4F" w:rsidRDefault="005F25FD" w:rsidP="00F43DA3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D2AD53" wp14:editId="6C501AE6">
          <wp:simplePos x="0" y="0"/>
          <wp:positionH relativeFrom="page">
            <wp:posOffset>1130300</wp:posOffset>
          </wp:positionH>
          <wp:positionV relativeFrom="page">
            <wp:posOffset>455295</wp:posOffset>
          </wp:positionV>
          <wp:extent cx="3095625" cy="370205"/>
          <wp:effectExtent l="0" t="0" r="9525" b="0"/>
          <wp:wrapSquare wrapText="bothSides"/>
          <wp:docPr id="13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DE64E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776D1C">
      <w:rPr>
        <w:rFonts w:ascii="Calibri" w:hAnsi="Calibri" w:cs="Calibri"/>
        <w:sz w:val="22"/>
      </w:rPr>
      <w:t>Příloha č. 1</w:t>
    </w:r>
  </w:p>
  <w:p w14:paraId="73A91C71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F61A2E">
      <w:rPr>
        <w:rFonts w:ascii="Calibri" w:hAnsi="Calibri" w:cs="Calibri"/>
        <w:sz w:val="22"/>
      </w:rPr>
      <w:t>Krycí list</w:t>
    </w:r>
    <w:r w:rsidR="006066DF">
      <w:rPr>
        <w:rFonts w:ascii="Calibri" w:hAnsi="Calibri" w:cs="Calibri"/>
        <w:sz w:val="22"/>
      </w:rPr>
      <w:t xml:space="preserve">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FDA4C" w14:textId="77777777" w:rsidR="00BF2E4F" w:rsidRDefault="00BF2E4F" w:rsidP="004F2729">
    <w:pPr>
      <w:pStyle w:val="Bezmezer"/>
      <w:rPr>
        <w:b/>
        <w:u w:val="single"/>
      </w:rPr>
    </w:pPr>
  </w:p>
  <w:p w14:paraId="1D266BDB" w14:textId="77777777" w:rsidR="00BF2E4F" w:rsidRDefault="005F25FD" w:rsidP="004F2729">
    <w:pPr>
      <w:pStyle w:val="Bezmezer"/>
      <w:rPr>
        <w:b/>
        <w:u w:val="single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5824C9E9" wp14:editId="1662E044">
          <wp:simplePos x="0" y="0"/>
          <wp:positionH relativeFrom="column">
            <wp:posOffset>2427605</wp:posOffset>
          </wp:positionH>
          <wp:positionV relativeFrom="paragraph">
            <wp:posOffset>-31750</wp:posOffset>
          </wp:positionV>
          <wp:extent cx="923925" cy="514350"/>
          <wp:effectExtent l="0" t="0" r="0" b="0"/>
          <wp:wrapSquare wrapText="bothSides"/>
          <wp:docPr id="12" name="obrázek 12" descr="IPM_Logotyp_Zaklad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IPM_Logotyp_Zaklad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0466A8" w14:textId="77777777" w:rsidR="00BF2E4F" w:rsidRDefault="00BF2E4F" w:rsidP="004F2729">
    <w:pPr>
      <w:pStyle w:val="Bezmezer"/>
      <w:rPr>
        <w:u w:val="single"/>
      </w:rPr>
    </w:pPr>
    <w:r w:rsidRPr="00BD773B">
      <w:rPr>
        <w:b/>
        <w:u w:val="single"/>
      </w:rPr>
      <w:t>Ústav fyziky materiálů AV ČR, v. v. i.</w:t>
    </w:r>
    <w:r w:rsidRPr="00BD773B">
      <w:rPr>
        <w:u w:val="single"/>
      </w:rPr>
      <w:t xml:space="preserve"> </w:t>
    </w:r>
  </w:p>
  <w:p w14:paraId="51E31A6A" w14:textId="77777777" w:rsidR="00BF2E4F" w:rsidRPr="00BD773B" w:rsidRDefault="00BF2E4F" w:rsidP="004F2729">
    <w:pPr>
      <w:pStyle w:val="Bezmezer"/>
      <w:rPr>
        <w:b/>
        <w:u w:val="single"/>
      </w:rPr>
    </w:pPr>
    <w:r>
      <w:rPr>
        <w:u w:val="single"/>
      </w:rPr>
      <w:t>_____________________________________________________________________________</w:t>
    </w:r>
  </w:p>
  <w:p w14:paraId="1079371E" w14:textId="77777777" w:rsidR="00BF2E4F" w:rsidRPr="004F2729" w:rsidRDefault="00BF2E4F" w:rsidP="004F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1E47"/>
    <w:multiLevelType w:val="hybridMultilevel"/>
    <w:tmpl w:val="755A8910"/>
    <w:lvl w:ilvl="0" w:tplc="51164A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D853F0"/>
    <w:multiLevelType w:val="multilevel"/>
    <w:tmpl w:val="B58C3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86498D"/>
    <w:multiLevelType w:val="multilevel"/>
    <w:tmpl w:val="57D89384"/>
    <w:lvl w:ilvl="0">
      <w:start w:val="1"/>
      <w:numFmt w:val="none"/>
      <w:lvlText w:val="3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83305"/>
    <w:multiLevelType w:val="hybridMultilevel"/>
    <w:tmpl w:val="F586AA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F1461"/>
    <w:multiLevelType w:val="hybridMultilevel"/>
    <w:tmpl w:val="EE2E0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1789"/>
    <w:multiLevelType w:val="hybridMultilevel"/>
    <w:tmpl w:val="1B04AC02"/>
    <w:lvl w:ilvl="0" w:tplc="76AC14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B0415"/>
    <w:multiLevelType w:val="multilevel"/>
    <w:tmpl w:val="8E748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1755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61A6AE0"/>
    <w:multiLevelType w:val="hybridMultilevel"/>
    <w:tmpl w:val="D166B9A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7FF18FD"/>
    <w:multiLevelType w:val="hybridMultilevel"/>
    <w:tmpl w:val="CAA0F8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029AE"/>
    <w:multiLevelType w:val="hybridMultilevel"/>
    <w:tmpl w:val="6A88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36190E"/>
    <w:multiLevelType w:val="hybridMultilevel"/>
    <w:tmpl w:val="C47085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B83"/>
    <w:multiLevelType w:val="hybridMultilevel"/>
    <w:tmpl w:val="D60885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107FB"/>
    <w:multiLevelType w:val="hybridMultilevel"/>
    <w:tmpl w:val="AB1E2736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0137AF"/>
    <w:multiLevelType w:val="hybridMultilevel"/>
    <w:tmpl w:val="E5CC5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49AC"/>
    <w:multiLevelType w:val="hybridMultilevel"/>
    <w:tmpl w:val="26C83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2E52"/>
    <w:multiLevelType w:val="hybridMultilevel"/>
    <w:tmpl w:val="B9B4C80A"/>
    <w:lvl w:ilvl="0" w:tplc="E3E2F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2175"/>
    <w:multiLevelType w:val="hybridMultilevel"/>
    <w:tmpl w:val="73F88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5745E"/>
    <w:multiLevelType w:val="hybridMultilevel"/>
    <w:tmpl w:val="2B6880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51C8C"/>
    <w:multiLevelType w:val="hybridMultilevel"/>
    <w:tmpl w:val="25604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A3D0A"/>
    <w:multiLevelType w:val="hybridMultilevel"/>
    <w:tmpl w:val="93DAA81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DF5CBA"/>
    <w:multiLevelType w:val="hybridMultilevel"/>
    <w:tmpl w:val="18C46E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67CB"/>
    <w:multiLevelType w:val="hybridMultilevel"/>
    <w:tmpl w:val="4AE6AA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42E9E"/>
    <w:multiLevelType w:val="hybridMultilevel"/>
    <w:tmpl w:val="A53A3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B773A"/>
    <w:multiLevelType w:val="hybridMultilevel"/>
    <w:tmpl w:val="E35AB186"/>
    <w:lvl w:ilvl="0" w:tplc="FFFFFFFF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4C190E85"/>
    <w:multiLevelType w:val="hybridMultilevel"/>
    <w:tmpl w:val="6958CF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B5D2B"/>
    <w:multiLevelType w:val="hybridMultilevel"/>
    <w:tmpl w:val="BE9022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684"/>
    <w:multiLevelType w:val="hybridMultilevel"/>
    <w:tmpl w:val="D6B697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5723"/>
    <w:multiLevelType w:val="hybridMultilevel"/>
    <w:tmpl w:val="2F44927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2A39"/>
    <w:multiLevelType w:val="hybridMultilevel"/>
    <w:tmpl w:val="F7B23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C19B1"/>
    <w:multiLevelType w:val="hybridMultilevel"/>
    <w:tmpl w:val="98905A94"/>
    <w:lvl w:ilvl="0" w:tplc="04050001">
      <w:start w:val="1"/>
      <w:numFmt w:val="bullet"/>
      <w:lvlText w:val="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5EB04F0C"/>
    <w:multiLevelType w:val="hybridMultilevel"/>
    <w:tmpl w:val="8A5A4960"/>
    <w:lvl w:ilvl="0" w:tplc="912822BA">
      <w:start w:val="19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76C05"/>
    <w:multiLevelType w:val="hybridMultilevel"/>
    <w:tmpl w:val="9EC2ED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8499A"/>
    <w:multiLevelType w:val="hybridMultilevel"/>
    <w:tmpl w:val="5E92949E"/>
    <w:lvl w:ilvl="0" w:tplc="81287A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CF4E08"/>
    <w:multiLevelType w:val="hybridMultilevel"/>
    <w:tmpl w:val="99CCC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F42C7"/>
    <w:multiLevelType w:val="hybridMultilevel"/>
    <w:tmpl w:val="07C2DF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26A64"/>
    <w:multiLevelType w:val="hybridMultilevel"/>
    <w:tmpl w:val="2202110A"/>
    <w:lvl w:ilvl="0" w:tplc="164824BC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7477BB"/>
    <w:multiLevelType w:val="hybridMultilevel"/>
    <w:tmpl w:val="4B5C5A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6075F"/>
    <w:multiLevelType w:val="hybridMultilevel"/>
    <w:tmpl w:val="154C55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50F"/>
    <w:multiLevelType w:val="hybridMultilevel"/>
    <w:tmpl w:val="5DC49B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C577D"/>
    <w:multiLevelType w:val="hybridMultilevel"/>
    <w:tmpl w:val="5A6419FE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707921E9"/>
    <w:multiLevelType w:val="hybridMultilevel"/>
    <w:tmpl w:val="303237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134D6"/>
    <w:multiLevelType w:val="hybridMultilevel"/>
    <w:tmpl w:val="19564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71D59"/>
    <w:multiLevelType w:val="singleLevel"/>
    <w:tmpl w:val="42F66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7B9D77F3"/>
    <w:multiLevelType w:val="multilevel"/>
    <w:tmpl w:val="0F8A98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793911920">
    <w:abstractNumId w:val="9"/>
  </w:num>
  <w:num w:numId="2" w16cid:durableId="1287354399">
    <w:abstractNumId w:val="1"/>
  </w:num>
  <w:num w:numId="3" w16cid:durableId="2113472004">
    <w:abstractNumId w:val="6"/>
  </w:num>
  <w:num w:numId="4" w16cid:durableId="1839346142">
    <w:abstractNumId w:val="17"/>
  </w:num>
  <w:num w:numId="5" w16cid:durableId="1860779950">
    <w:abstractNumId w:val="30"/>
  </w:num>
  <w:num w:numId="6" w16cid:durableId="867648189">
    <w:abstractNumId w:val="0"/>
  </w:num>
  <w:num w:numId="7" w16cid:durableId="589702471">
    <w:abstractNumId w:val="34"/>
  </w:num>
  <w:num w:numId="8" w16cid:durableId="402876128">
    <w:abstractNumId w:val="33"/>
  </w:num>
  <w:num w:numId="9" w16cid:durableId="1934362640">
    <w:abstractNumId w:val="8"/>
  </w:num>
  <w:num w:numId="10" w16cid:durableId="363216485">
    <w:abstractNumId w:val="36"/>
  </w:num>
  <w:num w:numId="11" w16cid:durableId="1518691949">
    <w:abstractNumId w:val="2"/>
  </w:num>
  <w:num w:numId="12" w16cid:durableId="211894476">
    <w:abstractNumId w:val="42"/>
  </w:num>
  <w:num w:numId="13" w16cid:durableId="1939484097">
    <w:abstractNumId w:val="28"/>
  </w:num>
  <w:num w:numId="14" w16cid:durableId="451438291">
    <w:abstractNumId w:val="18"/>
  </w:num>
  <w:num w:numId="15" w16cid:durableId="1926839911">
    <w:abstractNumId w:val="27"/>
  </w:num>
  <w:num w:numId="16" w16cid:durableId="1046419099">
    <w:abstractNumId w:val="21"/>
  </w:num>
  <w:num w:numId="17" w16cid:durableId="1635602371">
    <w:abstractNumId w:val="11"/>
  </w:num>
  <w:num w:numId="18" w16cid:durableId="1273627317">
    <w:abstractNumId w:val="35"/>
  </w:num>
  <w:num w:numId="19" w16cid:durableId="47385954">
    <w:abstractNumId w:val="31"/>
  </w:num>
  <w:num w:numId="20" w16cid:durableId="914509187">
    <w:abstractNumId w:val="13"/>
  </w:num>
  <w:num w:numId="21" w16cid:durableId="1800415493">
    <w:abstractNumId w:val="32"/>
  </w:num>
  <w:num w:numId="22" w16cid:durableId="678041354">
    <w:abstractNumId w:val="39"/>
  </w:num>
  <w:num w:numId="23" w16cid:durableId="48842472">
    <w:abstractNumId w:val="10"/>
  </w:num>
  <w:num w:numId="24" w16cid:durableId="1179848797">
    <w:abstractNumId w:val="7"/>
  </w:num>
  <w:num w:numId="25" w16cid:durableId="1288048682">
    <w:abstractNumId w:val="44"/>
  </w:num>
  <w:num w:numId="26" w16cid:durableId="1513257501">
    <w:abstractNumId w:val="46"/>
  </w:num>
  <w:num w:numId="27" w16cid:durableId="2112623395">
    <w:abstractNumId w:val="45"/>
  </w:num>
  <w:num w:numId="28" w16cid:durableId="2131776523">
    <w:abstractNumId w:val="5"/>
  </w:num>
  <w:num w:numId="29" w16cid:durableId="1478257692">
    <w:abstractNumId w:val="37"/>
  </w:num>
  <w:num w:numId="30" w16cid:durableId="1244342553">
    <w:abstractNumId w:val="37"/>
    <w:lvlOverride w:ilvl="0">
      <w:startOverride w:val="1"/>
    </w:lvlOverride>
  </w:num>
  <w:num w:numId="31" w16cid:durableId="102114780">
    <w:abstractNumId w:val="37"/>
    <w:lvlOverride w:ilvl="0">
      <w:startOverride w:val="1"/>
    </w:lvlOverride>
  </w:num>
  <w:num w:numId="32" w16cid:durableId="1635715678">
    <w:abstractNumId w:val="23"/>
  </w:num>
  <w:num w:numId="33" w16cid:durableId="1414012962">
    <w:abstractNumId w:val="26"/>
  </w:num>
  <w:num w:numId="34" w16cid:durableId="241919099">
    <w:abstractNumId w:val="19"/>
  </w:num>
  <w:num w:numId="35" w16cid:durableId="57900574">
    <w:abstractNumId w:val="29"/>
  </w:num>
  <w:num w:numId="36" w16cid:durableId="934216223">
    <w:abstractNumId w:val="40"/>
  </w:num>
  <w:num w:numId="37" w16cid:durableId="1056588951">
    <w:abstractNumId w:val="12"/>
  </w:num>
  <w:num w:numId="38" w16cid:durableId="365376344">
    <w:abstractNumId w:val="41"/>
  </w:num>
  <w:num w:numId="39" w16cid:durableId="214390663">
    <w:abstractNumId w:val="14"/>
  </w:num>
  <w:num w:numId="40" w16cid:durableId="985668925">
    <w:abstractNumId w:val="22"/>
  </w:num>
  <w:num w:numId="41" w16cid:durableId="2057923948">
    <w:abstractNumId w:val="20"/>
  </w:num>
  <w:num w:numId="42" w16cid:durableId="942886163">
    <w:abstractNumId w:val="25"/>
  </w:num>
  <w:num w:numId="43" w16cid:durableId="1748721312">
    <w:abstractNumId w:val="43"/>
  </w:num>
  <w:num w:numId="44" w16cid:durableId="11302467">
    <w:abstractNumId w:val="4"/>
  </w:num>
  <w:num w:numId="45" w16cid:durableId="1694185077">
    <w:abstractNumId w:val="15"/>
  </w:num>
  <w:num w:numId="46" w16cid:durableId="980113790">
    <w:abstractNumId w:val="24"/>
  </w:num>
  <w:num w:numId="47" w16cid:durableId="1846238550">
    <w:abstractNumId w:val="38"/>
  </w:num>
  <w:num w:numId="48" w16cid:durableId="209847283">
    <w:abstractNumId w:val="3"/>
  </w:num>
  <w:num w:numId="49" w16cid:durableId="95290442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AC2"/>
    <w:rsid w:val="00000A7C"/>
    <w:rsid w:val="000014CE"/>
    <w:rsid w:val="00004A1F"/>
    <w:rsid w:val="000216EA"/>
    <w:rsid w:val="00022E85"/>
    <w:rsid w:val="000249DB"/>
    <w:rsid w:val="00032DBC"/>
    <w:rsid w:val="00033C3A"/>
    <w:rsid w:val="00037C97"/>
    <w:rsid w:val="000445CB"/>
    <w:rsid w:val="00047494"/>
    <w:rsid w:val="000757D4"/>
    <w:rsid w:val="00084BA2"/>
    <w:rsid w:val="00085436"/>
    <w:rsid w:val="00091A4B"/>
    <w:rsid w:val="0009241C"/>
    <w:rsid w:val="000A30B7"/>
    <w:rsid w:val="000A7676"/>
    <w:rsid w:val="000C260D"/>
    <w:rsid w:val="000C4DE4"/>
    <w:rsid w:val="000D0057"/>
    <w:rsid w:val="000D1ABD"/>
    <w:rsid w:val="000E0021"/>
    <w:rsid w:val="000E3B35"/>
    <w:rsid w:val="000E63EE"/>
    <w:rsid w:val="000F0541"/>
    <w:rsid w:val="000F2360"/>
    <w:rsid w:val="000F4EF5"/>
    <w:rsid w:val="00101032"/>
    <w:rsid w:val="00102305"/>
    <w:rsid w:val="001036F4"/>
    <w:rsid w:val="001054C6"/>
    <w:rsid w:val="00107382"/>
    <w:rsid w:val="001111D3"/>
    <w:rsid w:val="00111E4A"/>
    <w:rsid w:val="00113931"/>
    <w:rsid w:val="001167DA"/>
    <w:rsid w:val="00117D43"/>
    <w:rsid w:val="00132A42"/>
    <w:rsid w:val="001352C2"/>
    <w:rsid w:val="001400BE"/>
    <w:rsid w:val="00142BCA"/>
    <w:rsid w:val="00155B32"/>
    <w:rsid w:val="00172174"/>
    <w:rsid w:val="00181572"/>
    <w:rsid w:val="001826F1"/>
    <w:rsid w:val="00183E91"/>
    <w:rsid w:val="00190018"/>
    <w:rsid w:val="001977B7"/>
    <w:rsid w:val="001A1829"/>
    <w:rsid w:val="001A1D92"/>
    <w:rsid w:val="001A4904"/>
    <w:rsid w:val="001A7807"/>
    <w:rsid w:val="001A7A20"/>
    <w:rsid w:val="001A7CE8"/>
    <w:rsid w:val="001B0495"/>
    <w:rsid w:val="001B0638"/>
    <w:rsid w:val="001B58F0"/>
    <w:rsid w:val="001B5DA8"/>
    <w:rsid w:val="001B72B0"/>
    <w:rsid w:val="001D0264"/>
    <w:rsid w:val="001D2EC2"/>
    <w:rsid w:val="001D5C1B"/>
    <w:rsid w:val="001D5F00"/>
    <w:rsid w:val="001E2D7F"/>
    <w:rsid w:val="001F16E8"/>
    <w:rsid w:val="001F38BC"/>
    <w:rsid w:val="00204193"/>
    <w:rsid w:val="00214E55"/>
    <w:rsid w:val="002236A8"/>
    <w:rsid w:val="00224D1A"/>
    <w:rsid w:val="002263AD"/>
    <w:rsid w:val="00227E05"/>
    <w:rsid w:val="002403AB"/>
    <w:rsid w:val="002413EC"/>
    <w:rsid w:val="002465FA"/>
    <w:rsid w:val="00256CDA"/>
    <w:rsid w:val="00260552"/>
    <w:rsid w:val="002625A7"/>
    <w:rsid w:val="002629E9"/>
    <w:rsid w:val="0026349F"/>
    <w:rsid w:val="00263AC3"/>
    <w:rsid w:val="00265E7B"/>
    <w:rsid w:val="00275D29"/>
    <w:rsid w:val="00276188"/>
    <w:rsid w:val="00282097"/>
    <w:rsid w:val="00294488"/>
    <w:rsid w:val="00294606"/>
    <w:rsid w:val="0029642B"/>
    <w:rsid w:val="002A6893"/>
    <w:rsid w:val="002B0841"/>
    <w:rsid w:val="002C603E"/>
    <w:rsid w:val="002D3E9D"/>
    <w:rsid w:val="002D5073"/>
    <w:rsid w:val="002E1308"/>
    <w:rsid w:val="002E4DE2"/>
    <w:rsid w:val="002E741D"/>
    <w:rsid w:val="002F6E7F"/>
    <w:rsid w:val="002F7063"/>
    <w:rsid w:val="002F71F3"/>
    <w:rsid w:val="002F749C"/>
    <w:rsid w:val="00300B7B"/>
    <w:rsid w:val="00301DA2"/>
    <w:rsid w:val="00305ADC"/>
    <w:rsid w:val="00306203"/>
    <w:rsid w:val="0031087A"/>
    <w:rsid w:val="00310AF6"/>
    <w:rsid w:val="00312312"/>
    <w:rsid w:val="00313908"/>
    <w:rsid w:val="003215F8"/>
    <w:rsid w:val="00322BA5"/>
    <w:rsid w:val="00322CEC"/>
    <w:rsid w:val="00326092"/>
    <w:rsid w:val="003273D8"/>
    <w:rsid w:val="0035150A"/>
    <w:rsid w:val="003524FF"/>
    <w:rsid w:val="003739B7"/>
    <w:rsid w:val="00374434"/>
    <w:rsid w:val="00385FE0"/>
    <w:rsid w:val="00387F53"/>
    <w:rsid w:val="00394094"/>
    <w:rsid w:val="0039535F"/>
    <w:rsid w:val="003A087C"/>
    <w:rsid w:val="003A4071"/>
    <w:rsid w:val="003A7B01"/>
    <w:rsid w:val="003B313A"/>
    <w:rsid w:val="003B3461"/>
    <w:rsid w:val="003B349C"/>
    <w:rsid w:val="003B34FC"/>
    <w:rsid w:val="003B3932"/>
    <w:rsid w:val="003B502F"/>
    <w:rsid w:val="003B731E"/>
    <w:rsid w:val="003C3BF3"/>
    <w:rsid w:val="003C45C4"/>
    <w:rsid w:val="003D07FF"/>
    <w:rsid w:val="003D22A2"/>
    <w:rsid w:val="003D58DD"/>
    <w:rsid w:val="003E3064"/>
    <w:rsid w:val="003E7D7C"/>
    <w:rsid w:val="003F0363"/>
    <w:rsid w:val="004138A9"/>
    <w:rsid w:val="00421E63"/>
    <w:rsid w:val="00426CA7"/>
    <w:rsid w:val="00427CE9"/>
    <w:rsid w:val="004420C4"/>
    <w:rsid w:val="00442D4C"/>
    <w:rsid w:val="00450B91"/>
    <w:rsid w:val="00450C55"/>
    <w:rsid w:val="00465624"/>
    <w:rsid w:val="00467DA3"/>
    <w:rsid w:val="00481329"/>
    <w:rsid w:val="00482881"/>
    <w:rsid w:val="00491030"/>
    <w:rsid w:val="004A45E9"/>
    <w:rsid w:val="004B1247"/>
    <w:rsid w:val="004B29A0"/>
    <w:rsid w:val="004B32CB"/>
    <w:rsid w:val="004B439C"/>
    <w:rsid w:val="004B450E"/>
    <w:rsid w:val="004C10CD"/>
    <w:rsid w:val="004C3657"/>
    <w:rsid w:val="004D23CD"/>
    <w:rsid w:val="004D4C2C"/>
    <w:rsid w:val="004D6124"/>
    <w:rsid w:val="004E1BEF"/>
    <w:rsid w:val="004F176B"/>
    <w:rsid w:val="004F2729"/>
    <w:rsid w:val="004F7AE3"/>
    <w:rsid w:val="004F7E03"/>
    <w:rsid w:val="0050053E"/>
    <w:rsid w:val="00500A97"/>
    <w:rsid w:val="00513100"/>
    <w:rsid w:val="00522422"/>
    <w:rsid w:val="00524CC2"/>
    <w:rsid w:val="00526560"/>
    <w:rsid w:val="00532181"/>
    <w:rsid w:val="00532D15"/>
    <w:rsid w:val="00533DAF"/>
    <w:rsid w:val="00535EFE"/>
    <w:rsid w:val="005372A2"/>
    <w:rsid w:val="00547380"/>
    <w:rsid w:val="00550527"/>
    <w:rsid w:val="00551589"/>
    <w:rsid w:val="00557000"/>
    <w:rsid w:val="00562B9D"/>
    <w:rsid w:val="00564C13"/>
    <w:rsid w:val="00570D51"/>
    <w:rsid w:val="0057224F"/>
    <w:rsid w:val="005745FA"/>
    <w:rsid w:val="00581824"/>
    <w:rsid w:val="00583A0E"/>
    <w:rsid w:val="00584E52"/>
    <w:rsid w:val="005A0523"/>
    <w:rsid w:val="005A271F"/>
    <w:rsid w:val="005A76CE"/>
    <w:rsid w:val="005B127C"/>
    <w:rsid w:val="005B272F"/>
    <w:rsid w:val="005B69CA"/>
    <w:rsid w:val="005C0546"/>
    <w:rsid w:val="005D0076"/>
    <w:rsid w:val="005D16B2"/>
    <w:rsid w:val="005D4016"/>
    <w:rsid w:val="005E7610"/>
    <w:rsid w:val="005F25FD"/>
    <w:rsid w:val="005F33AF"/>
    <w:rsid w:val="005F4AC7"/>
    <w:rsid w:val="005F7A29"/>
    <w:rsid w:val="005F7A53"/>
    <w:rsid w:val="00605FA2"/>
    <w:rsid w:val="006066DF"/>
    <w:rsid w:val="00611ADE"/>
    <w:rsid w:val="00615176"/>
    <w:rsid w:val="0062191E"/>
    <w:rsid w:val="006278F0"/>
    <w:rsid w:val="0063263D"/>
    <w:rsid w:val="00634F8D"/>
    <w:rsid w:val="006366CD"/>
    <w:rsid w:val="0064272F"/>
    <w:rsid w:val="00645DD4"/>
    <w:rsid w:val="00653AC5"/>
    <w:rsid w:val="00654E82"/>
    <w:rsid w:val="006575B0"/>
    <w:rsid w:val="00660ECF"/>
    <w:rsid w:val="00666691"/>
    <w:rsid w:val="00667CD0"/>
    <w:rsid w:val="00671622"/>
    <w:rsid w:val="00673E9E"/>
    <w:rsid w:val="00675A66"/>
    <w:rsid w:val="00677AE6"/>
    <w:rsid w:val="00685598"/>
    <w:rsid w:val="006914BF"/>
    <w:rsid w:val="00692070"/>
    <w:rsid w:val="006932A7"/>
    <w:rsid w:val="006A1EDB"/>
    <w:rsid w:val="006A6ECA"/>
    <w:rsid w:val="006A7B5E"/>
    <w:rsid w:val="006B05A6"/>
    <w:rsid w:val="006B5156"/>
    <w:rsid w:val="006C4E0F"/>
    <w:rsid w:val="006C777C"/>
    <w:rsid w:val="006D0CEC"/>
    <w:rsid w:val="006D3CE8"/>
    <w:rsid w:val="006D4C4D"/>
    <w:rsid w:val="006D4F21"/>
    <w:rsid w:val="006D5248"/>
    <w:rsid w:val="006D6406"/>
    <w:rsid w:val="006E2F66"/>
    <w:rsid w:val="006E43F6"/>
    <w:rsid w:val="006F2EFD"/>
    <w:rsid w:val="006F3B13"/>
    <w:rsid w:val="006F5EF3"/>
    <w:rsid w:val="00701EDC"/>
    <w:rsid w:val="00704D00"/>
    <w:rsid w:val="0070600A"/>
    <w:rsid w:val="00710139"/>
    <w:rsid w:val="00710BD1"/>
    <w:rsid w:val="00711BC9"/>
    <w:rsid w:val="0071686B"/>
    <w:rsid w:val="00717A9F"/>
    <w:rsid w:val="007220CF"/>
    <w:rsid w:val="0072219D"/>
    <w:rsid w:val="0072247E"/>
    <w:rsid w:val="00723F44"/>
    <w:rsid w:val="00731410"/>
    <w:rsid w:val="00740F74"/>
    <w:rsid w:val="007419EA"/>
    <w:rsid w:val="00742C32"/>
    <w:rsid w:val="00742F20"/>
    <w:rsid w:val="00743475"/>
    <w:rsid w:val="0075034B"/>
    <w:rsid w:val="00750823"/>
    <w:rsid w:val="007536DC"/>
    <w:rsid w:val="0076672E"/>
    <w:rsid w:val="00772FA1"/>
    <w:rsid w:val="00776D1C"/>
    <w:rsid w:val="007806B1"/>
    <w:rsid w:val="00785185"/>
    <w:rsid w:val="00790965"/>
    <w:rsid w:val="00791762"/>
    <w:rsid w:val="007940F4"/>
    <w:rsid w:val="007951D2"/>
    <w:rsid w:val="007979F2"/>
    <w:rsid w:val="007A1CAD"/>
    <w:rsid w:val="007A3088"/>
    <w:rsid w:val="007A4406"/>
    <w:rsid w:val="007B1B1B"/>
    <w:rsid w:val="007B2ED9"/>
    <w:rsid w:val="007D1B4D"/>
    <w:rsid w:val="007D4FF4"/>
    <w:rsid w:val="007D74E7"/>
    <w:rsid w:val="007E2A31"/>
    <w:rsid w:val="007E4FF2"/>
    <w:rsid w:val="007E774B"/>
    <w:rsid w:val="007F2960"/>
    <w:rsid w:val="007F58A8"/>
    <w:rsid w:val="007F6638"/>
    <w:rsid w:val="00814D00"/>
    <w:rsid w:val="00821C0A"/>
    <w:rsid w:val="00841A6F"/>
    <w:rsid w:val="00847C86"/>
    <w:rsid w:val="0085135B"/>
    <w:rsid w:val="008524AB"/>
    <w:rsid w:val="00871280"/>
    <w:rsid w:val="00883501"/>
    <w:rsid w:val="00885283"/>
    <w:rsid w:val="0088702B"/>
    <w:rsid w:val="008878E2"/>
    <w:rsid w:val="0089352B"/>
    <w:rsid w:val="0089368B"/>
    <w:rsid w:val="0089537D"/>
    <w:rsid w:val="00897B5C"/>
    <w:rsid w:val="008A4BF1"/>
    <w:rsid w:val="008A5EE6"/>
    <w:rsid w:val="008A758F"/>
    <w:rsid w:val="008B2533"/>
    <w:rsid w:val="008B51D9"/>
    <w:rsid w:val="008C1EA0"/>
    <w:rsid w:val="008C2E6A"/>
    <w:rsid w:val="008C727B"/>
    <w:rsid w:val="008D0E84"/>
    <w:rsid w:val="008D291B"/>
    <w:rsid w:val="008D5965"/>
    <w:rsid w:val="008D6CA2"/>
    <w:rsid w:val="008E240B"/>
    <w:rsid w:val="008E3216"/>
    <w:rsid w:val="008E5861"/>
    <w:rsid w:val="008F4C96"/>
    <w:rsid w:val="008F4CD3"/>
    <w:rsid w:val="008F5B57"/>
    <w:rsid w:val="00903401"/>
    <w:rsid w:val="00910287"/>
    <w:rsid w:val="00912A8B"/>
    <w:rsid w:val="0091774F"/>
    <w:rsid w:val="00917D25"/>
    <w:rsid w:val="00920856"/>
    <w:rsid w:val="00920D88"/>
    <w:rsid w:val="0092716D"/>
    <w:rsid w:val="009306C6"/>
    <w:rsid w:val="0093428F"/>
    <w:rsid w:val="009348FF"/>
    <w:rsid w:val="009354DC"/>
    <w:rsid w:val="00936388"/>
    <w:rsid w:val="009373CA"/>
    <w:rsid w:val="009405B9"/>
    <w:rsid w:val="009441B6"/>
    <w:rsid w:val="00946969"/>
    <w:rsid w:val="00953D73"/>
    <w:rsid w:val="009615C7"/>
    <w:rsid w:val="00971144"/>
    <w:rsid w:val="009752E7"/>
    <w:rsid w:val="00976FE2"/>
    <w:rsid w:val="00986929"/>
    <w:rsid w:val="00991C91"/>
    <w:rsid w:val="00991F89"/>
    <w:rsid w:val="009B4308"/>
    <w:rsid w:val="009B5E88"/>
    <w:rsid w:val="009C031B"/>
    <w:rsid w:val="009C6B02"/>
    <w:rsid w:val="009D2AC2"/>
    <w:rsid w:val="009D6D3B"/>
    <w:rsid w:val="009E6ACF"/>
    <w:rsid w:val="009E6F5A"/>
    <w:rsid w:val="009F6637"/>
    <w:rsid w:val="00A0120B"/>
    <w:rsid w:val="00A14005"/>
    <w:rsid w:val="00A16031"/>
    <w:rsid w:val="00A16B13"/>
    <w:rsid w:val="00A2593F"/>
    <w:rsid w:val="00A3393E"/>
    <w:rsid w:val="00A34FB7"/>
    <w:rsid w:val="00A373F2"/>
    <w:rsid w:val="00A37417"/>
    <w:rsid w:val="00A4005B"/>
    <w:rsid w:val="00A549D5"/>
    <w:rsid w:val="00A554CF"/>
    <w:rsid w:val="00A6060D"/>
    <w:rsid w:val="00A60649"/>
    <w:rsid w:val="00A70307"/>
    <w:rsid w:val="00A753A0"/>
    <w:rsid w:val="00A803C9"/>
    <w:rsid w:val="00A8743F"/>
    <w:rsid w:val="00A927AB"/>
    <w:rsid w:val="00A94002"/>
    <w:rsid w:val="00A960B8"/>
    <w:rsid w:val="00AA0C0D"/>
    <w:rsid w:val="00AA1ECB"/>
    <w:rsid w:val="00AA1FF9"/>
    <w:rsid w:val="00AA3B3B"/>
    <w:rsid w:val="00AB1780"/>
    <w:rsid w:val="00AB19FF"/>
    <w:rsid w:val="00AB1C47"/>
    <w:rsid w:val="00AC06F7"/>
    <w:rsid w:val="00AC30A5"/>
    <w:rsid w:val="00AD31BB"/>
    <w:rsid w:val="00AE6EED"/>
    <w:rsid w:val="00AF0E0C"/>
    <w:rsid w:val="00AF20AD"/>
    <w:rsid w:val="00AF4F77"/>
    <w:rsid w:val="00B04885"/>
    <w:rsid w:val="00B10D7B"/>
    <w:rsid w:val="00B16C5E"/>
    <w:rsid w:val="00B209D5"/>
    <w:rsid w:val="00B2718D"/>
    <w:rsid w:val="00B272C7"/>
    <w:rsid w:val="00B3396F"/>
    <w:rsid w:val="00B467DA"/>
    <w:rsid w:val="00B50E0C"/>
    <w:rsid w:val="00B51A9D"/>
    <w:rsid w:val="00B53234"/>
    <w:rsid w:val="00B557CD"/>
    <w:rsid w:val="00B55A34"/>
    <w:rsid w:val="00B56E14"/>
    <w:rsid w:val="00B60FD3"/>
    <w:rsid w:val="00B6162C"/>
    <w:rsid w:val="00B64426"/>
    <w:rsid w:val="00B70091"/>
    <w:rsid w:val="00B72ACE"/>
    <w:rsid w:val="00B74F47"/>
    <w:rsid w:val="00B769AD"/>
    <w:rsid w:val="00B81C25"/>
    <w:rsid w:val="00B84EE9"/>
    <w:rsid w:val="00B97188"/>
    <w:rsid w:val="00BA2F22"/>
    <w:rsid w:val="00BB6982"/>
    <w:rsid w:val="00BE3AB3"/>
    <w:rsid w:val="00BE6219"/>
    <w:rsid w:val="00BF2C49"/>
    <w:rsid w:val="00BF2E4F"/>
    <w:rsid w:val="00BF32A9"/>
    <w:rsid w:val="00BF5780"/>
    <w:rsid w:val="00C039F1"/>
    <w:rsid w:val="00C03E2F"/>
    <w:rsid w:val="00C07028"/>
    <w:rsid w:val="00C071E4"/>
    <w:rsid w:val="00C13198"/>
    <w:rsid w:val="00C16AA4"/>
    <w:rsid w:val="00C17856"/>
    <w:rsid w:val="00C204B5"/>
    <w:rsid w:val="00C21624"/>
    <w:rsid w:val="00C30C7F"/>
    <w:rsid w:val="00C31814"/>
    <w:rsid w:val="00C36DFB"/>
    <w:rsid w:val="00C418D6"/>
    <w:rsid w:val="00C45795"/>
    <w:rsid w:val="00C4658A"/>
    <w:rsid w:val="00C46EA0"/>
    <w:rsid w:val="00C53B11"/>
    <w:rsid w:val="00C53CDB"/>
    <w:rsid w:val="00C623A4"/>
    <w:rsid w:val="00C6309B"/>
    <w:rsid w:val="00C775F2"/>
    <w:rsid w:val="00C80BDE"/>
    <w:rsid w:val="00C9185E"/>
    <w:rsid w:val="00C91C8E"/>
    <w:rsid w:val="00C9632D"/>
    <w:rsid w:val="00CA10FB"/>
    <w:rsid w:val="00CA3C06"/>
    <w:rsid w:val="00CA437E"/>
    <w:rsid w:val="00CB111F"/>
    <w:rsid w:val="00CB22BB"/>
    <w:rsid w:val="00CB6313"/>
    <w:rsid w:val="00CC2497"/>
    <w:rsid w:val="00CC56B3"/>
    <w:rsid w:val="00CC5F01"/>
    <w:rsid w:val="00CC6C13"/>
    <w:rsid w:val="00CD00DA"/>
    <w:rsid w:val="00CD0D58"/>
    <w:rsid w:val="00CD1C4C"/>
    <w:rsid w:val="00CD1D8B"/>
    <w:rsid w:val="00CD2BC2"/>
    <w:rsid w:val="00CD5BC0"/>
    <w:rsid w:val="00CD7CA6"/>
    <w:rsid w:val="00CE659D"/>
    <w:rsid w:val="00CF3A79"/>
    <w:rsid w:val="00D003BD"/>
    <w:rsid w:val="00D0143E"/>
    <w:rsid w:val="00D02E60"/>
    <w:rsid w:val="00D03922"/>
    <w:rsid w:val="00D03C45"/>
    <w:rsid w:val="00D2386D"/>
    <w:rsid w:val="00D26D3B"/>
    <w:rsid w:val="00D3200A"/>
    <w:rsid w:val="00D37E5D"/>
    <w:rsid w:val="00D416F3"/>
    <w:rsid w:val="00D4322F"/>
    <w:rsid w:val="00D57B08"/>
    <w:rsid w:val="00D61E00"/>
    <w:rsid w:val="00D6761C"/>
    <w:rsid w:val="00D705DC"/>
    <w:rsid w:val="00D71F33"/>
    <w:rsid w:val="00D73220"/>
    <w:rsid w:val="00D8576F"/>
    <w:rsid w:val="00D85BB6"/>
    <w:rsid w:val="00D91DFE"/>
    <w:rsid w:val="00D96B34"/>
    <w:rsid w:val="00DA621B"/>
    <w:rsid w:val="00DB2CA2"/>
    <w:rsid w:val="00DB42ED"/>
    <w:rsid w:val="00DC47A3"/>
    <w:rsid w:val="00DC49A7"/>
    <w:rsid w:val="00DC66CE"/>
    <w:rsid w:val="00DD138C"/>
    <w:rsid w:val="00DD427F"/>
    <w:rsid w:val="00DD4DC9"/>
    <w:rsid w:val="00DD6604"/>
    <w:rsid w:val="00DD6A59"/>
    <w:rsid w:val="00DE01C3"/>
    <w:rsid w:val="00DE2C6D"/>
    <w:rsid w:val="00DE508B"/>
    <w:rsid w:val="00DE5595"/>
    <w:rsid w:val="00DE6FB6"/>
    <w:rsid w:val="00DE7012"/>
    <w:rsid w:val="00DE7A2E"/>
    <w:rsid w:val="00DF3356"/>
    <w:rsid w:val="00DF4A6B"/>
    <w:rsid w:val="00DF6093"/>
    <w:rsid w:val="00DF7C3E"/>
    <w:rsid w:val="00E04474"/>
    <w:rsid w:val="00E06963"/>
    <w:rsid w:val="00E070D9"/>
    <w:rsid w:val="00E11B95"/>
    <w:rsid w:val="00E16E07"/>
    <w:rsid w:val="00E16E08"/>
    <w:rsid w:val="00E217BF"/>
    <w:rsid w:val="00E331DE"/>
    <w:rsid w:val="00E356E8"/>
    <w:rsid w:val="00E35C00"/>
    <w:rsid w:val="00E37C2C"/>
    <w:rsid w:val="00E44C6E"/>
    <w:rsid w:val="00E5049D"/>
    <w:rsid w:val="00E616A5"/>
    <w:rsid w:val="00E651A2"/>
    <w:rsid w:val="00E70F18"/>
    <w:rsid w:val="00E712B3"/>
    <w:rsid w:val="00E72857"/>
    <w:rsid w:val="00E8272B"/>
    <w:rsid w:val="00E83EE6"/>
    <w:rsid w:val="00E859F4"/>
    <w:rsid w:val="00E86CB5"/>
    <w:rsid w:val="00E874F6"/>
    <w:rsid w:val="00E87D07"/>
    <w:rsid w:val="00E87FA8"/>
    <w:rsid w:val="00E90975"/>
    <w:rsid w:val="00E90D0A"/>
    <w:rsid w:val="00E91FF0"/>
    <w:rsid w:val="00E965EB"/>
    <w:rsid w:val="00E967FC"/>
    <w:rsid w:val="00E972FF"/>
    <w:rsid w:val="00EA1FFC"/>
    <w:rsid w:val="00EA31C4"/>
    <w:rsid w:val="00EA5411"/>
    <w:rsid w:val="00EB08AC"/>
    <w:rsid w:val="00EB761D"/>
    <w:rsid w:val="00EC43F5"/>
    <w:rsid w:val="00EC4D71"/>
    <w:rsid w:val="00ED4B34"/>
    <w:rsid w:val="00ED52DA"/>
    <w:rsid w:val="00ED7FDE"/>
    <w:rsid w:val="00EE046C"/>
    <w:rsid w:val="00EE1A87"/>
    <w:rsid w:val="00EE3D61"/>
    <w:rsid w:val="00EE5BB8"/>
    <w:rsid w:val="00EE69C9"/>
    <w:rsid w:val="00EF18F5"/>
    <w:rsid w:val="00EF229E"/>
    <w:rsid w:val="00F01280"/>
    <w:rsid w:val="00F05DAC"/>
    <w:rsid w:val="00F10A9C"/>
    <w:rsid w:val="00F119F7"/>
    <w:rsid w:val="00F12111"/>
    <w:rsid w:val="00F13723"/>
    <w:rsid w:val="00F14BCA"/>
    <w:rsid w:val="00F22C62"/>
    <w:rsid w:val="00F3783D"/>
    <w:rsid w:val="00F406F9"/>
    <w:rsid w:val="00F41EBF"/>
    <w:rsid w:val="00F43DA3"/>
    <w:rsid w:val="00F505CA"/>
    <w:rsid w:val="00F54679"/>
    <w:rsid w:val="00F57467"/>
    <w:rsid w:val="00F6002B"/>
    <w:rsid w:val="00F61A2E"/>
    <w:rsid w:val="00F7291D"/>
    <w:rsid w:val="00F74227"/>
    <w:rsid w:val="00F82F55"/>
    <w:rsid w:val="00F90BDE"/>
    <w:rsid w:val="00F971D0"/>
    <w:rsid w:val="00F971D1"/>
    <w:rsid w:val="00FA0B3D"/>
    <w:rsid w:val="00FA467C"/>
    <w:rsid w:val="00FA5841"/>
    <w:rsid w:val="00FA70E1"/>
    <w:rsid w:val="00FB02BE"/>
    <w:rsid w:val="00FB0A7B"/>
    <w:rsid w:val="00FC041B"/>
    <w:rsid w:val="00FC2D2D"/>
    <w:rsid w:val="00FC5332"/>
    <w:rsid w:val="00FC681A"/>
    <w:rsid w:val="00FD4CFC"/>
    <w:rsid w:val="00FD755F"/>
    <w:rsid w:val="00FD7EA3"/>
    <w:rsid w:val="00FE6AE7"/>
    <w:rsid w:val="00FF19F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470A00"/>
  <w15:chartTrackingRefBased/>
  <w15:docId w15:val="{16FCF485-4B48-4E97-83CF-D0E79DA9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rsid w:val="00986929"/>
    <w:pPr>
      <w:keepNext/>
      <w:spacing w:line="280" w:lineRule="atLeast"/>
      <w:ind w:left="510" w:hanging="510"/>
      <w:jc w:val="both"/>
      <w:outlineLvl w:val="0"/>
    </w:pPr>
    <w:rPr>
      <w:rFonts w:ascii="Book Antiqua" w:hAnsi="Book Antiqua"/>
      <w:b/>
      <w:snapToGrid w:val="0"/>
      <w:sz w:val="28"/>
    </w:rPr>
  </w:style>
  <w:style w:type="paragraph" w:styleId="Nadpis2">
    <w:name w:val="heading 2"/>
    <w:basedOn w:val="Normln"/>
    <w:next w:val="Normln"/>
    <w:autoRedefine/>
    <w:qFormat/>
    <w:rsid w:val="00C623A4"/>
    <w:pPr>
      <w:keepNext/>
      <w:keepLines/>
      <w:spacing w:line="280" w:lineRule="atLeast"/>
      <w:jc w:val="both"/>
      <w:outlineLvl w:val="1"/>
    </w:pPr>
    <w:rPr>
      <w:rFonts w:ascii="Book Antiqua" w:hAnsi="Book Antiqua" w:cs="Arial"/>
      <w:bCs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autoRedefine/>
    <w:qFormat/>
    <w:rsid w:val="002F71F3"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pPr>
      <w:tabs>
        <w:tab w:val="left" w:pos="600"/>
        <w:tab w:val="right" w:leader="dot" w:pos="8494"/>
      </w:tabs>
      <w:spacing w:before="120" w:after="120"/>
    </w:pPr>
    <w:rPr>
      <w:rFonts w:ascii="Arial" w:hAnsi="Arial"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extbodu">
    <w:name w:val="Text bodu"/>
    <w:basedOn w:val="Normln"/>
    <w:rsid w:val="00C03E2F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03E2F"/>
    <w:pPr>
      <w:numPr>
        <w:ilvl w:val="1"/>
        <w:numId w:val="12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C03E2F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Textpoznpodarou">
    <w:name w:val="footnote text"/>
    <w:basedOn w:val="Normln"/>
    <w:semiHidden/>
    <w:rsid w:val="00BE3AB3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E3AB3"/>
    <w:rPr>
      <w:vertAlign w:val="superscript"/>
    </w:rPr>
  </w:style>
  <w:style w:type="paragraph" w:customStyle="1" w:styleId="Odstavecseseznamem1">
    <w:name w:val="Odstavec se seznamem1"/>
    <w:basedOn w:val="Normln"/>
    <w:qFormat/>
    <w:rsid w:val="00282097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2">
    <w:name w:val="Styl2"/>
    <w:basedOn w:val="Normln"/>
    <w:rsid w:val="00B769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Styl3">
    <w:name w:val="Styl3"/>
    <w:basedOn w:val="Normln"/>
    <w:rsid w:val="00B769AD"/>
    <w:pPr>
      <w:tabs>
        <w:tab w:val="num" w:pos="360"/>
      </w:tabs>
      <w:spacing w:before="120"/>
      <w:ind w:left="360" w:hanging="331"/>
      <w:jc w:val="both"/>
    </w:pPr>
    <w:rPr>
      <w:b/>
      <w:bCs/>
      <w:sz w:val="24"/>
      <w:szCs w:val="24"/>
    </w:rPr>
  </w:style>
  <w:style w:type="paragraph" w:customStyle="1" w:styleId="Styl4">
    <w:name w:val="Styl4"/>
    <w:basedOn w:val="Normln"/>
    <w:rsid w:val="00B769AD"/>
    <w:pPr>
      <w:numPr>
        <w:numId w:val="29"/>
      </w:numPr>
      <w:spacing w:before="120"/>
      <w:jc w:val="both"/>
    </w:pPr>
    <w:rPr>
      <w:sz w:val="24"/>
      <w:szCs w:val="24"/>
    </w:rPr>
  </w:style>
  <w:style w:type="paragraph" w:styleId="Titulek">
    <w:name w:val="caption"/>
    <w:basedOn w:val="Normln"/>
    <w:next w:val="Normln"/>
    <w:qFormat/>
    <w:rsid w:val="00DE01C3"/>
    <w:pPr>
      <w:suppressAutoHyphens/>
    </w:pPr>
    <w:rPr>
      <w:rFonts w:ascii="Arial" w:hAnsi="Arial"/>
      <w:b/>
      <w:bCs/>
      <w:lang w:eastAsia="ar-SA"/>
    </w:rPr>
  </w:style>
  <w:style w:type="table" w:styleId="Mkatabulky">
    <w:name w:val="Table Grid"/>
    <w:basedOn w:val="Normlntabulka"/>
    <w:rsid w:val="00D37E5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F2729"/>
    <w:rPr>
      <w:rFonts w:ascii="Calibri" w:eastAsia="Calibri" w:hAnsi="Calibri"/>
      <w:sz w:val="22"/>
      <w:szCs w:val="22"/>
      <w:lang w:eastAsia="en-US"/>
    </w:rPr>
  </w:style>
  <w:style w:type="paragraph" w:customStyle="1" w:styleId="StylArialZarovnatdoblokuVlevo05cmPedsazen1cm">
    <w:name w:val="Styl Arial Zarovnat do bloku Vlevo:  05 cm Předsazení:  1 cm ..."/>
    <w:basedOn w:val="Normln"/>
    <w:rsid w:val="00E91FF0"/>
    <w:pPr>
      <w:spacing w:before="120"/>
      <w:ind w:left="567" w:hanging="567"/>
      <w:jc w:val="both"/>
    </w:pPr>
    <w:rPr>
      <w:rFonts w:ascii="Arial" w:hAnsi="Arial"/>
      <w:snapToGrid w:val="0"/>
      <w:sz w:val="24"/>
      <w:lang w:val="fr-FR" w:eastAsia="en-US"/>
    </w:rPr>
  </w:style>
  <w:style w:type="character" w:customStyle="1" w:styleId="ZpatChar">
    <w:name w:val="Zápatí Char"/>
    <w:link w:val="Zpat"/>
    <w:uiPriority w:val="99"/>
    <w:rsid w:val="0072219D"/>
  </w:style>
  <w:style w:type="character" w:customStyle="1" w:styleId="ZhlavChar">
    <w:name w:val="Záhlaví Char"/>
    <w:link w:val="Zhlav"/>
    <w:uiPriority w:val="99"/>
    <w:rsid w:val="00F4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6</TotalTime>
  <Pages>1</Pages>
  <Words>81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cp:lastModifiedBy>Kolář Tomáš</cp:lastModifiedBy>
  <cp:revision>7</cp:revision>
  <cp:lastPrinted>2013-06-07T14:48:00Z</cp:lastPrinted>
  <dcterms:created xsi:type="dcterms:W3CDTF">2024-12-03T15:21:00Z</dcterms:created>
  <dcterms:modified xsi:type="dcterms:W3CDTF">2025-04-29T11:49:00Z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2025-04-09T08:27:56Z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684a546b-b155-41a2-a368-4161db38c2bc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